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EE1E9D" w:rsidRPr="00794D11" w:rsidRDefault="00175396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Developing Self-Esteem and Resilience 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EE1E9D" w:rsidRPr="00794D11" w:rsidRDefault="00EE1E9D" w:rsidP="00A32EA8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 w:rsidR="007E7285">
              <w:rPr>
                <w:rFonts w:ascii="Arial" w:hAnsi="Arial" w:cs="Arial"/>
                <w:sz w:val="22"/>
              </w:rPr>
              <w:t xml:space="preserve"> </w:t>
            </w:r>
            <w:r w:rsidR="00175396">
              <w:rPr>
                <w:rFonts w:ascii="Arial" w:hAnsi="Arial" w:cs="Arial"/>
                <w:sz w:val="22"/>
              </w:rPr>
              <w:t xml:space="preserve">3 </w:t>
            </w:r>
            <w:r w:rsidR="00A32EA8">
              <w:rPr>
                <w:rFonts w:ascii="Arial" w:hAnsi="Arial" w:cs="Arial"/>
                <w:sz w:val="22"/>
              </w:rPr>
              <w:t>of 7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175396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Being resilient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175396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To know what resilience is and why it is so important 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787EEB" w:rsidRDefault="00175396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Teacher PPT</w:t>
            </w:r>
          </w:p>
          <w:p w:rsidR="00175396" w:rsidRDefault="00175396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Interview from the Pursuit of Happyness (widely available on YouTube) </w:t>
            </w:r>
          </w:p>
          <w:p w:rsidR="00175396" w:rsidRDefault="00175396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Nick Vujicic motivational speech (widely available on YouTube) </w:t>
            </w:r>
          </w:p>
          <w:p w:rsidR="00175396" w:rsidRPr="00794D11" w:rsidRDefault="00175396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Resilience Notes sheet </w:t>
            </w: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07164" w:rsidRPr="00794D11" w:rsidTr="00EE1E9D">
        <w:tc>
          <w:tcPr>
            <w:tcW w:w="1242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17539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 Mins</w:t>
            </w:r>
          </w:p>
        </w:tc>
        <w:tc>
          <w:tcPr>
            <w:tcW w:w="6237" w:type="dxa"/>
            <w:vAlign w:val="center"/>
          </w:tcPr>
          <w:p w:rsidR="00D07164" w:rsidRPr="00794D11" w:rsidRDefault="0017539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explanation of what resilience is </w:t>
            </w:r>
          </w:p>
        </w:tc>
        <w:tc>
          <w:tcPr>
            <w:tcW w:w="4536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D07164" w:rsidRPr="00794D11" w:rsidRDefault="00175396" w:rsidP="008E2DD2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Some primary schools place a lot of emphasis on this so some students are very familiar with the idea.  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17539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 Mins</w:t>
            </w:r>
          </w:p>
        </w:tc>
        <w:tc>
          <w:tcPr>
            <w:tcW w:w="6237" w:type="dxa"/>
            <w:vAlign w:val="center"/>
          </w:tcPr>
          <w:p w:rsidR="00175396" w:rsidRDefault="0017539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Teachers show two clips and each clip is individually analysed.  Key questions are: </w:t>
            </w:r>
          </w:p>
          <w:p w:rsidR="00175396" w:rsidRPr="00175396" w:rsidRDefault="00175396" w:rsidP="0017539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175396">
              <w:rPr>
                <w:rFonts w:ascii="Arial" w:hAnsi="Arial" w:cs="Arial"/>
                <w:sz w:val="22"/>
              </w:rPr>
              <w:t>What difficulties have they faced?</w:t>
            </w:r>
            <w:r w:rsidRPr="00175396">
              <w:rPr>
                <w:rFonts w:ascii="Arial" w:hAnsi="Arial" w:cs="Arial"/>
                <w:sz w:val="22"/>
              </w:rPr>
              <w:tab/>
            </w:r>
          </w:p>
          <w:p w:rsidR="00175396" w:rsidRPr="00175396" w:rsidRDefault="00175396" w:rsidP="0017539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175396">
              <w:rPr>
                <w:rFonts w:ascii="Arial" w:hAnsi="Arial" w:cs="Arial"/>
                <w:sz w:val="22"/>
              </w:rPr>
              <w:t>In what ways are they resilient?</w:t>
            </w:r>
            <w:r w:rsidRPr="00175396">
              <w:rPr>
                <w:rFonts w:ascii="Arial" w:hAnsi="Arial" w:cs="Arial"/>
                <w:sz w:val="22"/>
              </w:rPr>
              <w:tab/>
            </w:r>
          </w:p>
          <w:p w:rsidR="00175396" w:rsidRPr="00175396" w:rsidRDefault="00175396" w:rsidP="0017539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175396">
              <w:rPr>
                <w:rFonts w:ascii="Arial" w:hAnsi="Arial" w:cs="Arial"/>
                <w:sz w:val="22"/>
              </w:rPr>
              <w:t>How might their life be different if they were not resilient?</w:t>
            </w:r>
          </w:p>
          <w:p w:rsidR="00D07164" w:rsidRPr="00175396" w:rsidRDefault="00175396" w:rsidP="0017539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175396">
              <w:rPr>
                <w:rFonts w:ascii="Arial" w:hAnsi="Arial" w:cs="Arial"/>
                <w:sz w:val="22"/>
              </w:rPr>
              <w:t>What lessons can we learn from their experience?</w:t>
            </w:r>
          </w:p>
        </w:tc>
        <w:tc>
          <w:tcPr>
            <w:tcW w:w="4536" w:type="dxa"/>
            <w:vAlign w:val="center"/>
          </w:tcPr>
          <w:p w:rsidR="00EE1E9D" w:rsidRDefault="0017539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Inspirational examples of resilience</w:t>
            </w:r>
          </w:p>
          <w:p w:rsidR="00175396" w:rsidRDefault="00175396" w:rsidP="008E2DD2">
            <w:pPr>
              <w:rPr>
                <w:rFonts w:ascii="Arial" w:hAnsi="Arial" w:cs="Arial"/>
                <w:sz w:val="22"/>
              </w:rPr>
            </w:pPr>
          </w:p>
          <w:p w:rsidR="00175396" w:rsidRPr="00794D11" w:rsidRDefault="0017539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Depersonalised context </w:t>
            </w:r>
          </w:p>
        </w:tc>
        <w:tc>
          <w:tcPr>
            <w:tcW w:w="2835" w:type="dxa"/>
            <w:vAlign w:val="center"/>
          </w:tcPr>
          <w:p w:rsidR="00D07164" w:rsidRPr="00175396" w:rsidRDefault="00175396" w:rsidP="00175396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Students will have a lot of questions about Nick – it may be worth researching a bit about him before! </w:t>
            </w:r>
          </w:p>
        </w:tc>
      </w:tr>
      <w:tr w:rsidR="00175396" w:rsidRPr="00794D11" w:rsidTr="008E2DD2">
        <w:tc>
          <w:tcPr>
            <w:tcW w:w="1242" w:type="dxa"/>
            <w:vAlign w:val="center"/>
          </w:tcPr>
          <w:p w:rsidR="00175396" w:rsidRPr="00794D11" w:rsidRDefault="0017539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175396" w:rsidRPr="00787EEB" w:rsidRDefault="0017539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brainstorm the type of difficulties that they might face in their lives. </w:t>
            </w:r>
          </w:p>
        </w:tc>
        <w:tc>
          <w:tcPr>
            <w:tcW w:w="4536" w:type="dxa"/>
            <w:vAlign w:val="center"/>
          </w:tcPr>
          <w:p w:rsidR="00175396" w:rsidRPr="00787EEB" w:rsidRDefault="0017539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Prior knowledge</w:t>
            </w:r>
          </w:p>
        </w:tc>
        <w:tc>
          <w:tcPr>
            <w:tcW w:w="2835" w:type="dxa"/>
            <w:vMerge w:val="restart"/>
            <w:vAlign w:val="center"/>
          </w:tcPr>
          <w:p w:rsidR="00175396" w:rsidRPr="00175396" w:rsidRDefault="00175396" w:rsidP="00175396">
            <w:pPr>
              <w:rPr>
                <w:rFonts w:ascii="Arial" w:hAnsi="Arial" w:cs="Arial"/>
                <w:i/>
                <w:sz w:val="22"/>
              </w:rPr>
            </w:pPr>
            <w:r w:rsidRPr="00175396">
              <w:rPr>
                <w:rFonts w:ascii="Arial" w:hAnsi="Arial" w:cs="Arial"/>
                <w:i/>
                <w:sz w:val="22"/>
              </w:rPr>
              <w:t xml:space="preserve">Some students will have experienced tremendous setbacks. You may or may not wish to publically / individually acknowledge this in the lesson.  </w:t>
            </w:r>
          </w:p>
          <w:p w:rsidR="00175396" w:rsidRPr="00794D11" w:rsidRDefault="00175396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175396" w:rsidRPr="00794D11" w:rsidTr="008E2DD2">
        <w:tc>
          <w:tcPr>
            <w:tcW w:w="1242" w:type="dxa"/>
            <w:vAlign w:val="center"/>
          </w:tcPr>
          <w:p w:rsidR="00175396" w:rsidRDefault="0017539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175396" w:rsidRPr="008B53A3" w:rsidRDefault="0017539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Teacher input on difficulties</w:t>
            </w:r>
          </w:p>
        </w:tc>
        <w:tc>
          <w:tcPr>
            <w:tcW w:w="4536" w:type="dxa"/>
            <w:vAlign w:val="center"/>
          </w:tcPr>
          <w:p w:rsidR="00175396" w:rsidRPr="00787EEB" w:rsidRDefault="00175396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75396" w:rsidRPr="00794D11" w:rsidRDefault="00175396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8B53A3" w:rsidRPr="00794D11" w:rsidTr="008E2DD2">
        <w:tc>
          <w:tcPr>
            <w:tcW w:w="1242" w:type="dxa"/>
            <w:vAlign w:val="center"/>
          </w:tcPr>
          <w:p w:rsidR="008B53A3" w:rsidRDefault="0017539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 Mins</w:t>
            </w:r>
          </w:p>
        </w:tc>
        <w:tc>
          <w:tcPr>
            <w:tcW w:w="6237" w:type="dxa"/>
            <w:vAlign w:val="center"/>
          </w:tcPr>
          <w:p w:rsidR="008B53A3" w:rsidRDefault="0017539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Extended writing using sentence stems: </w:t>
            </w:r>
          </w:p>
          <w:p w:rsidR="00175396" w:rsidRPr="00175396" w:rsidRDefault="00175396" w:rsidP="0017539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 w:rsidRPr="00175396">
              <w:rPr>
                <w:rFonts w:ascii="Arial" w:hAnsi="Arial" w:cs="Arial"/>
                <w:sz w:val="22"/>
              </w:rPr>
              <w:t>Resilience is….</w:t>
            </w:r>
          </w:p>
          <w:p w:rsidR="00175396" w:rsidRPr="00175396" w:rsidRDefault="00175396" w:rsidP="0017539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 w:rsidRPr="00175396">
              <w:rPr>
                <w:rFonts w:ascii="Arial" w:hAnsi="Arial" w:cs="Arial"/>
                <w:sz w:val="22"/>
              </w:rPr>
              <w:t>Resilience is important because…</w:t>
            </w:r>
          </w:p>
        </w:tc>
        <w:tc>
          <w:tcPr>
            <w:tcW w:w="4536" w:type="dxa"/>
            <w:vAlign w:val="center"/>
          </w:tcPr>
          <w:p w:rsidR="008B53A3" w:rsidRDefault="0017539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Assessment opportunity </w:t>
            </w:r>
          </w:p>
        </w:tc>
        <w:tc>
          <w:tcPr>
            <w:tcW w:w="2835" w:type="dxa"/>
            <w:vAlign w:val="center"/>
          </w:tcPr>
          <w:p w:rsidR="008B53A3" w:rsidRPr="008B53A3" w:rsidRDefault="008B53A3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</w:tbl>
    <w:p w:rsidR="00175396" w:rsidRPr="00794D11" w:rsidRDefault="00D07164">
      <w:pPr>
        <w:rPr>
          <w:rFonts w:ascii="Arial" w:hAnsi="Arial" w:cs="Arial"/>
          <w:sz w:val="22"/>
        </w:rPr>
      </w:pPr>
      <w:r w:rsidRPr="00794D11">
        <w:rPr>
          <w:rFonts w:ascii="Arial" w:hAnsi="Arial" w:cs="Arial"/>
          <w:sz w:val="22"/>
          <w:u w:val="single"/>
        </w:rPr>
        <w:t xml:space="preserve">Opportunities </w:t>
      </w:r>
      <w:r w:rsidR="00175396">
        <w:rPr>
          <w:rFonts w:ascii="Arial" w:hAnsi="Arial" w:cs="Arial"/>
          <w:sz w:val="22"/>
          <w:u w:val="single"/>
        </w:rPr>
        <w:t>to differentiate / personalise:</w:t>
      </w:r>
      <w:r w:rsidR="00175396">
        <w:rPr>
          <w:rFonts w:ascii="Arial" w:hAnsi="Arial" w:cs="Arial"/>
          <w:sz w:val="22"/>
        </w:rPr>
        <w:t xml:space="preserve"> You may wish to tailor the setbacks to reflect experiences of people in the class.  </w:t>
      </w:r>
    </w:p>
    <w:sectPr w:rsidR="00175396" w:rsidRP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396" w:rsidRDefault="00175396" w:rsidP="00D07164">
      <w:pPr>
        <w:spacing w:after="0" w:line="240" w:lineRule="auto"/>
      </w:pPr>
      <w:r>
        <w:separator/>
      </w:r>
    </w:p>
  </w:endnote>
  <w:endnote w:type="continuationSeparator" w:id="0">
    <w:p w:rsidR="00175396" w:rsidRDefault="00175396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699" w:rsidRPr="00506699" w:rsidRDefault="00506699">
    <w:pPr>
      <w:pStyle w:val="Footer"/>
      <w:rPr>
        <w:rFonts w:ascii="Arial" w:hAnsi="Arial" w:cs="Arial"/>
        <w:color w:val="222222"/>
        <w:sz w:val="20"/>
        <w:szCs w:val="20"/>
        <w:shd w:val="clear" w:color="auto" w:fill="FFFFFF"/>
      </w:rPr>
    </w:pPr>
    <w:r w:rsidRPr="00506699">
      <w:rPr>
        <w:sz w:val="20"/>
        <w:szCs w:val="20"/>
      </w:rPr>
      <w:br/>
    </w:r>
    <w:r w:rsidRPr="00506699">
      <w:rPr>
        <w:rFonts w:ascii="Arial" w:hAnsi="Arial" w:cs="Arial"/>
        <w:color w:val="222222"/>
        <w:sz w:val="20"/>
        <w:szCs w:val="20"/>
        <w:shd w:val="clear" w:color="auto" w:fill="FFFFFF"/>
      </w:rPr>
      <w:t>Resources produced by Gladesmore Community School as part of the Stepping Stones programme, </w:t>
    </w:r>
    <w:r w:rsidRPr="00506699">
      <w:rPr>
        <w:rFonts w:ascii="Arial" w:hAnsi="Arial" w:cs="Arial"/>
        <w:b/>
        <w:bCs/>
        <w:color w:val="222222"/>
        <w:sz w:val="20"/>
        <w:szCs w:val="20"/>
        <w:shd w:val="clear" w:color="auto" w:fill="FFFFFF"/>
      </w:rPr>
      <w:t>supported by the Mayor of London</w:t>
    </w:r>
    <w:r w:rsidRPr="00506699">
      <w:rPr>
        <w:rFonts w:ascii="Arial" w:hAnsi="Arial" w:cs="Arial"/>
        <w:color w:val="222222"/>
        <w:sz w:val="20"/>
        <w:szCs w:val="20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396" w:rsidRDefault="00175396" w:rsidP="00D07164">
      <w:pPr>
        <w:spacing w:after="0" w:line="240" w:lineRule="auto"/>
      </w:pPr>
      <w:r>
        <w:separator/>
      </w:r>
    </w:p>
  </w:footnote>
  <w:footnote w:type="continuationSeparator" w:id="0">
    <w:p w:rsidR="00175396" w:rsidRDefault="00175396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B7A2544"/>
    <w:multiLevelType w:val="hybridMultilevel"/>
    <w:tmpl w:val="BF56C3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B246B3"/>
    <w:multiLevelType w:val="hybridMultilevel"/>
    <w:tmpl w:val="EED4BE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8"/>
  </w:num>
  <w:num w:numId="5">
    <w:abstractNumId w:val="10"/>
  </w:num>
  <w:num w:numId="6">
    <w:abstractNumId w:val="5"/>
  </w:num>
  <w:num w:numId="7">
    <w:abstractNumId w:val="0"/>
  </w:num>
  <w:num w:numId="8">
    <w:abstractNumId w:val="11"/>
  </w:num>
  <w:num w:numId="9">
    <w:abstractNumId w:val="9"/>
  </w:num>
  <w:num w:numId="10">
    <w:abstractNumId w:val="3"/>
  </w:num>
  <w:num w:numId="11">
    <w:abstractNumId w:val="2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396"/>
    <w:rsid w:val="00000F70"/>
    <w:rsid w:val="000262B5"/>
    <w:rsid w:val="00175396"/>
    <w:rsid w:val="00187174"/>
    <w:rsid w:val="00316C77"/>
    <w:rsid w:val="003234BD"/>
    <w:rsid w:val="00370853"/>
    <w:rsid w:val="003C7047"/>
    <w:rsid w:val="0042241F"/>
    <w:rsid w:val="00506699"/>
    <w:rsid w:val="007061E6"/>
    <w:rsid w:val="00761FCE"/>
    <w:rsid w:val="00782A45"/>
    <w:rsid w:val="00787EEB"/>
    <w:rsid w:val="00794D11"/>
    <w:rsid w:val="007E7285"/>
    <w:rsid w:val="008B4769"/>
    <w:rsid w:val="008B53A3"/>
    <w:rsid w:val="008C459D"/>
    <w:rsid w:val="008E2DD2"/>
    <w:rsid w:val="009307CC"/>
    <w:rsid w:val="00953CE6"/>
    <w:rsid w:val="009B4BE8"/>
    <w:rsid w:val="009C1174"/>
    <w:rsid w:val="00A32EA8"/>
    <w:rsid w:val="00A960CC"/>
    <w:rsid w:val="00B62EC9"/>
    <w:rsid w:val="00B916B2"/>
    <w:rsid w:val="00D07164"/>
    <w:rsid w:val="00DB0029"/>
    <w:rsid w:val="00DB773A"/>
    <w:rsid w:val="00E14805"/>
    <w:rsid w:val="00E17BD6"/>
    <w:rsid w:val="00EE1E9D"/>
    <w:rsid w:val="00F34D02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astoral\Stepping%20Stones\Toolkit\Generics\Individual%20Lesson%20Plan%20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3DEA3-B287-42B6-A2DD-E52743A4E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Individual Lesson Plan v2</Template>
  <TotalTime>10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3</cp:revision>
  <cp:lastPrinted>2017-10-09T15:23:00Z</cp:lastPrinted>
  <dcterms:created xsi:type="dcterms:W3CDTF">2018-01-12T14:07:00Z</dcterms:created>
  <dcterms:modified xsi:type="dcterms:W3CDTF">2018-01-25T11:23:00Z</dcterms:modified>
</cp:coreProperties>
</file>